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7A5FC5" w14:paraId="11BDA798" w14:textId="77777777" w:rsidTr="000B6122">
        <w:trPr>
          <w:trHeight w:val="1987"/>
        </w:trPr>
        <w:tc>
          <w:tcPr>
            <w:tcW w:w="5387" w:type="dxa"/>
          </w:tcPr>
          <w:p w14:paraId="01D670C5" w14:textId="77777777" w:rsidR="007A5FC5" w:rsidRPr="00A10E66" w:rsidRDefault="00997DE8" w:rsidP="000B6122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7728" behindDoc="0" locked="0" layoutInCell="1" allowOverlap="1" wp14:anchorId="4F2AAB68" wp14:editId="32FEA38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1AB0F542" w14:textId="77777777" w:rsidR="007A5FC5" w:rsidRPr="00BC1A62" w:rsidRDefault="007A5FC5" w:rsidP="000B6122">
            <w:pPr>
              <w:pStyle w:val="AK"/>
            </w:pPr>
          </w:p>
        </w:tc>
      </w:tr>
      <w:tr w:rsidR="007A5FC5" w:rsidRPr="001D4CFB" w14:paraId="7B175F9A" w14:textId="77777777" w:rsidTr="000B6122">
        <w:trPr>
          <w:trHeight w:val="1985"/>
        </w:trPr>
        <w:tc>
          <w:tcPr>
            <w:tcW w:w="5387" w:type="dxa"/>
          </w:tcPr>
          <w:p w14:paraId="5AEF5967" w14:textId="77777777" w:rsidR="00B35E18" w:rsidRPr="00B35E18" w:rsidRDefault="00B35E18" w:rsidP="00B35E18">
            <w:pPr>
              <w:spacing w:line="240" w:lineRule="auto"/>
              <w:rPr>
                <w:b/>
              </w:rPr>
            </w:pPr>
            <w:r w:rsidRPr="00B35E18">
              <w:rPr>
                <w:b/>
              </w:rPr>
              <w:t>Lea Lihtmaa</w:t>
            </w:r>
          </w:p>
          <w:p w14:paraId="5A187C6F" w14:textId="77777777" w:rsidR="00B35E18" w:rsidRDefault="00B35E18" w:rsidP="00A30524">
            <w:pPr>
              <w:spacing w:line="240" w:lineRule="auto"/>
              <w:rPr>
                <w:rFonts w:eastAsia="Times New Roman"/>
              </w:rPr>
            </w:pPr>
            <w:r w:rsidRPr="00B35E18">
              <w:rPr>
                <w:rFonts w:eastAsia="Times New Roman"/>
              </w:rPr>
              <w:t>Mental Wellbeing Centre Manasvara OÜ</w:t>
            </w:r>
          </w:p>
          <w:p w14:paraId="7B6034D1" w14:textId="77777777" w:rsidR="00FA06CB" w:rsidRDefault="00B35E18" w:rsidP="002F4AEC">
            <w:pPr>
              <w:widowControl/>
              <w:suppressAutoHyphens w:val="0"/>
              <w:spacing w:line="240" w:lineRule="auto"/>
              <w:jc w:val="left"/>
            </w:pPr>
            <w:r w:rsidRPr="00B35E18">
              <w:t xml:space="preserve">Harju maakond, </w:t>
            </w:r>
          </w:p>
          <w:p w14:paraId="2870E9A1" w14:textId="34D72259" w:rsidR="00B35E18" w:rsidRDefault="00B35E18" w:rsidP="002F4AEC">
            <w:pPr>
              <w:widowControl/>
              <w:suppressAutoHyphens w:val="0"/>
              <w:spacing w:line="240" w:lineRule="auto"/>
              <w:jc w:val="left"/>
            </w:pPr>
            <w:r w:rsidRPr="00B35E18">
              <w:t>Tallinn, Kesklinna linnaosa, Jõe tn 5, 10151</w:t>
            </w:r>
          </w:p>
          <w:p w14:paraId="558FB1DB" w14:textId="795176E6" w:rsidR="00B72F92" w:rsidRDefault="00B35E18" w:rsidP="00A30524">
            <w:pPr>
              <w:spacing w:line="240" w:lineRule="auto"/>
            </w:pPr>
            <w:r w:rsidRPr="00B35E18">
              <w:t>manasvara.centre@gmail.com</w:t>
            </w:r>
          </w:p>
          <w:p w14:paraId="42E84305" w14:textId="77777777" w:rsidR="004339DC" w:rsidRDefault="004339DC" w:rsidP="00A30524">
            <w:pPr>
              <w:spacing w:line="240" w:lineRule="auto"/>
            </w:pPr>
          </w:p>
          <w:p w14:paraId="2ECB07E5" w14:textId="77777777" w:rsidR="004339DC" w:rsidRPr="00D71FE0" w:rsidRDefault="004339DC" w:rsidP="00A30524">
            <w:pPr>
              <w:spacing w:line="240" w:lineRule="auto"/>
              <w:rPr>
                <w:color w:val="222222"/>
                <w:shd w:val="clear" w:color="auto" w:fill="FFFFFF"/>
              </w:rPr>
            </w:pPr>
          </w:p>
          <w:p w14:paraId="087B070E" w14:textId="77777777" w:rsidR="00B22AAD" w:rsidRPr="00D71FE0" w:rsidRDefault="00B22AAD" w:rsidP="00A3052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685" w:type="dxa"/>
          </w:tcPr>
          <w:p w14:paraId="72CA5CCE" w14:textId="77777777" w:rsidR="007A5FC5" w:rsidRPr="00D71FE0" w:rsidRDefault="007A5FC5" w:rsidP="000B6122"/>
          <w:p w14:paraId="585737EE" w14:textId="77777777" w:rsidR="007A5FC5" w:rsidRPr="0003514F" w:rsidRDefault="007A5FC5" w:rsidP="000B6122"/>
          <w:p w14:paraId="653A4ADB" w14:textId="7940BEE3" w:rsidR="000741D3" w:rsidRDefault="007A5FC5" w:rsidP="00B72F5F">
            <w:pPr>
              <w:rPr>
                <w:color w:val="2D2C2D"/>
                <w:shd w:val="clear" w:color="auto" w:fill="FFFFFF"/>
              </w:rPr>
            </w:pPr>
            <w:r w:rsidRPr="0003514F">
              <w:t xml:space="preserve">Meie: </w:t>
            </w:r>
            <w:r w:rsidR="00B35E18">
              <w:rPr>
                <w:color w:val="2D2C2D"/>
                <w:shd w:val="clear" w:color="auto" w:fill="FFFFFF"/>
              </w:rPr>
              <w:t>11.08.2025</w:t>
            </w:r>
            <w:r w:rsidR="004339DC" w:rsidRPr="0003514F">
              <w:rPr>
                <w:color w:val="2D2C2D"/>
                <w:shd w:val="clear" w:color="auto" w:fill="FFFFFF"/>
              </w:rPr>
              <w:t>.2025</w:t>
            </w:r>
            <w:r w:rsidR="00D71FE0" w:rsidRPr="0003514F">
              <w:rPr>
                <w:color w:val="2D2C2D"/>
                <w:shd w:val="clear" w:color="auto" w:fill="FFFFFF"/>
              </w:rPr>
              <w:t xml:space="preserve"> </w:t>
            </w:r>
          </w:p>
          <w:p w14:paraId="25099149" w14:textId="4E887D43" w:rsidR="007A5FC5" w:rsidRPr="00D71FE0" w:rsidRDefault="00D71FE0" w:rsidP="00B72F5F">
            <w:r w:rsidRPr="0003514F">
              <w:rPr>
                <w:color w:val="2D2C2D"/>
                <w:shd w:val="clear" w:color="auto" w:fill="FFFFFF"/>
              </w:rPr>
              <w:t>nr</w:t>
            </w:r>
            <w:r w:rsidR="000741D3" w:rsidRPr="000741D3">
              <w:rPr>
                <w:rFonts w:ascii="Arial" w:hAnsi="Arial" w:cs="Arial"/>
                <w:color w:val="2D2C2D"/>
                <w:sz w:val="18"/>
                <w:szCs w:val="18"/>
                <w:shd w:val="clear" w:color="auto" w:fill="FFFFFF"/>
              </w:rPr>
              <w:t xml:space="preserve"> </w:t>
            </w:r>
            <w:r w:rsidR="000741D3" w:rsidRPr="000741D3">
              <w:rPr>
                <w:color w:val="2D2C2D"/>
                <w:shd w:val="clear" w:color="auto" w:fill="FFFFFF"/>
              </w:rPr>
              <w:t>7.2-2.1/4982-1</w:t>
            </w:r>
          </w:p>
        </w:tc>
      </w:tr>
      <w:tr w:rsidR="004339DC" w:rsidRPr="001D4CFB" w14:paraId="33307A67" w14:textId="77777777" w:rsidTr="00B72F92">
        <w:trPr>
          <w:trHeight w:val="79"/>
        </w:trPr>
        <w:tc>
          <w:tcPr>
            <w:tcW w:w="5387" w:type="dxa"/>
          </w:tcPr>
          <w:p w14:paraId="31697ED0" w14:textId="77777777" w:rsidR="004339DC" w:rsidRDefault="004339DC" w:rsidP="00A30524">
            <w:pPr>
              <w:spacing w:line="240" w:lineRule="auto"/>
              <w:rPr>
                <w:b/>
              </w:rPr>
            </w:pPr>
          </w:p>
        </w:tc>
        <w:tc>
          <w:tcPr>
            <w:tcW w:w="3685" w:type="dxa"/>
          </w:tcPr>
          <w:p w14:paraId="3732CEB3" w14:textId="77777777" w:rsidR="004339DC" w:rsidRPr="00D71FE0" w:rsidRDefault="004339DC" w:rsidP="000B6122"/>
        </w:tc>
      </w:tr>
    </w:tbl>
    <w:p w14:paraId="021E7EBB" w14:textId="77777777" w:rsidR="007A5FC5" w:rsidRDefault="007A5FC5" w:rsidP="007A5FC5">
      <w:pPr>
        <w:pStyle w:val="Title"/>
      </w:pPr>
      <w:r>
        <w:t>Tõend</w:t>
      </w:r>
    </w:p>
    <w:p w14:paraId="66F07C09" w14:textId="77777777" w:rsidR="00EC338E" w:rsidRDefault="00EC338E" w:rsidP="008752A9">
      <w:pPr>
        <w:pStyle w:val="Adressaat"/>
      </w:pPr>
    </w:p>
    <w:p w14:paraId="70AF953C" w14:textId="324B79CD" w:rsidR="007A5FC5" w:rsidRDefault="00297F5E" w:rsidP="00AF518A">
      <w:pPr>
        <w:spacing w:line="240" w:lineRule="auto"/>
      </w:pPr>
      <w:r>
        <w:t xml:space="preserve">6.08.2025 teostas Päästemeti Põhja päästekeskus tuleohutusalase kontrolli aadressil </w:t>
      </w:r>
      <w:r w:rsidRPr="00603104">
        <w:rPr>
          <w:b/>
          <w:bCs/>
        </w:rPr>
        <w:t>Jõe tn 5, Kesklinna linnaosa, Tallinn, Harjumaa.</w:t>
      </w:r>
      <w:r>
        <w:t xml:space="preserve"> </w:t>
      </w:r>
      <w:r w:rsidR="00AF518A">
        <w:t xml:space="preserve">Tuleohutuskontrollil tuvastatud puudus sai likvideeritud ning </w:t>
      </w:r>
      <w:r w:rsidR="00CB3D44">
        <w:t xml:space="preserve">Päästeameti Põhja päästekeskus </w:t>
      </w:r>
      <w:r w:rsidR="00B72F92">
        <w:t>ei sea takistusi</w:t>
      </w:r>
      <w:r w:rsidR="005E0303">
        <w:t xml:space="preserve"> aadressil </w:t>
      </w:r>
      <w:r w:rsidR="00AF518A">
        <w:t>Jõe tn 5, Kesklinna linnaosa, Tallinn, Harjumaa</w:t>
      </w:r>
      <w:r w:rsidR="00603104">
        <w:t xml:space="preserve"> rehabilitatsiooniteenuse osutamist</w:t>
      </w:r>
      <w:r w:rsidR="0029419E">
        <w:t xml:space="preserve"> teise korruse mitteeluruumides.</w:t>
      </w:r>
    </w:p>
    <w:p w14:paraId="1AFD1FD3" w14:textId="77777777" w:rsidR="007A5FC5" w:rsidRDefault="007A5FC5" w:rsidP="007A5FC5">
      <w:pPr>
        <w:pStyle w:val="Snum"/>
      </w:pPr>
    </w:p>
    <w:p w14:paraId="7BBAB365" w14:textId="77777777" w:rsidR="007A5FC5" w:rsidRDefault="007A5FC5" w:rsidP="007A5FC5">
      <w:pPr>
        <w:pStyle w:val="Snum"/>
      </w:pPr>
      <w:r>
        <w:t>Lugupidamisega</w:t>
      </w:r>
    </w:p>
    <w:p w14:paraId="4481306A" w14:textId="77777777" w:rsidR="007A5FC5" w:rsidRDefault="007A5FC5" w:rsidP="007A5FC5">
      <w:pPr>
        <w:pStyle w:val="Snum"/>
      </w:pPr>
    </w:p>
    <w:p w14:paraId="2B2B1CC3" w14:textId="77777777" w:rsidR="007A5FC5" w:rsidRDefault="007A5FC5" w:rsidP="007A5FC5">
      <w:pPr>
        <w:pStyle w:val="Snum"/>
      </w:pPr>
    </w:p>
    <w:p w14:paraId="6A5C559B" w14:textId="77777777" w:rsidR="002A19E0" w:rsidRDefault="002A19E0" w:rsidP="002A19E0">
      <w:pPr>
        <w:pStyle w:val="Snum"/>
      </w:pPr>
      <w:r>
        <w:t>(allkirjastatud digitaalselt)</w:t>
      </w:r>
    </w:p>
    <w:p w14:paraId="734D02EE" w14:textId="77777777" w:rsidR="002A19E0" w:rsidRDefault="002A19E0" w:rsidP="002A19E0">
      <w:pPr>
        <w:pStyle w:val="Snum"/>
      </w:pPr>
      <w:r>
        <w:rPr>
          <w:lang w:eastAsia="et-EE"/>
        </w:rPr>
        <w:fldChar w:fldCharType="begin"/>
      </w:r>
      <w:r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>
        <w:rPr>
          <w:lang w:eastAsia="et-EE"/>
        </w:rPr>
        <w:t>Jana Aguraiuja</w:t>
      </w:r>
      <w:r>
        <w:rPr>
          <w:lang w:eastAsia="et-EE"/>
        </w:rPr>
        <w:fldChar w:fldCharType="end"/>
      </w:r>
    </w:p>
    <w:p w14:paraId="6C766CAE" w14:textId="7E51F205" w:rsidR="002A19E0" w:rsidRDefault="002A19E0" w:rsidP="002A19E0">
      <w:pPr>
        <w:pStyle w:val="Snum"/>
        <w:rPr>
          <w:lang w:eastAsia="et-EE"/>
        </w:rPr>
      </w:pPr>
      <w:r>
        <w:rPr>
          <w:lang w:eastAsia="et-EE"/>
        </w:rPr>
        <w:t xml:space="preserve">Ohutusjärelevalve büroo </w:t>
      </w:r>
      <w:r w:rsidR="00B72F92">
        <w:rPr>
          <w:lang w:eastAsia="et-EE"/>
        </w:rPr>
        <w:t>pea</w:t>
      </w:r>
      <w:r>
        <w:rPr>
          <w:lang w:eastAsia="et-EE"/>
        </w:rPr>
        <w:t>inspektor</w:t>
      </w:r>
    </w:p>
    <w:p w14:paraId="163431BF" w14:textId="77777777" w:rsidR="002A19E0" w:rsidRDefault="002A19E0" w:rsidP="002A19E0">
      <w:pPr>
        <w:pStyle w:val="Snum"/>
      </w:pPr>
      <w:r>
        <w:rPr>
          <w:lang w:eastAsia="et-EE"/>
        </w:rPr>
        <w:t>Põhja päästekeskus</w:t>
      </w:r>
    </w:p>
    <w:p w14:paraId="6B651A77" w14:textId="77777777" w:rsidR="002A19E0" w:rsidRDefault="002A19E0" w:rsidP="002A19E0">
      <w:pPr>
        <w:pStyle w:val="Snum"/>
      </w:pPr>
    </w:p>
    <w:p w14:paraId="20B53C45" w14:textId="77777777" w:rsidR="002A19E0" w:rsidRDefault="002A19E0" w:rsidP="002A19E0">
      <w:pPr>
        <w:pStyle w:val="Snum"/>
      </w:pPr>
    </w:p>
    <w:p w14:paraId="63D5F26A" w14:textId="77777777" w:rsidR="00EE6F96" w:rsidRDefault="00EE6F96" w:rsidP="002A19E0">
      <w:pPr>
        <w:pStyle w:val="Snum"/>
      </w:pPr>
    </w:p>
    <w:p w14:paraId="21C1B410" w14:textId="77777777" w:rsidR="002A19E0" w:rsidRDefault="002A19E0" w:rsidP="002A19E0">
      <w:pPr>
        <w:pStyle w:val="Snum"/>
      </w:pPr>
    </w:p>
    <w:p w14:paraId="1F257E57" w14:textId="77777777" w:rsidR="002A19E0" w:rsidRDefault="002A19E0" w:rsidP="002A19E0">
      <w:pPr>
        <w:pStyle w:val="Snum"/>
      </w:pPr>
    </w:p>
    <w:p w14:paraId="7C6C8FBE" w14:textId="77777777" w:rsidR="002A19E0" w:rsidRDefault="002A19E0" w:rsidP="002A19E0">
      <w:pPr>
        <w:pStyle w:val="Snum"/>
      </w:pPr>
    </w:p>
    <w:p w14:paraId="6BD35871" w14:textId="77777777" w:rsidR="002A19E0" w:rsidRDefault="002A19E0" w:rsidP="002A19E0">
      <w:pPr>
        <w:pStyle w:val="Snum"/>
      </w:pPr>
    </w:p>
    <w:p w14:paraId="3E670539" w14:textId="77777777" w:rsidR="002A19E0" w:rsidRDefault="002A19E0" w:rsidP="002A19E0">
      <w:pPr>
        <w:pStyle w:val="Snum"/>
      </w:pPr>
      <w:r>
        <w:rPr>
          <w:lang w:eastAsia="et-EE"/>
        </w:rPr>
        <w:t xml:space="preserve">+372 </w:t>
      </w:r>
      <w:r>
        <w:rPr>
          <w:lang w:eastAsia="et-EE"/>
        </w:rPr>
        <w:fldChar w:fldCharType="begin"/>
      </w:r>
      <w:r>
        <w:rPr>
          <w:lang w:eastAsia="et-EE"/>
        </w:rPr>
        <w:instrText xml:space="preserve"> delta_ownerPhone  \* MERGEFORMAT</w:instrText>
      </w:r>
      <w:r>
        <w:rPr>
          <w:lang w:eastAsia="et-EE"/>
        </w:rPr>
        <w:fldChar w:fldCharType="separate"/>
      </w:r>
      <w:r>
        <w:rPr>
          <w:lang w:eastAsia="et-EE"/>
        </w:rPr>
        <w:t>53345826</w:t>
      </w:r>
      <w:r>
        <w:rPr>
          <w:lang w:eastAsia="et-EE"/>
        </w:rPr>
        <w:fldChar w:fldCharType="end"/>
      </w:r>
    </w:p>
    <w:p w14:paraId="11403CF8" w14:textId="77777777" w:rsidR="002A19E0" w:rsidRPr="00BB4BB5" w:rsidRDefault="002A19E0" w:rsidP="002A19E0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>
        <w:rPr>
          <w:lang w:eastAsia="et-EE"/>
        </w:rPr>
        <w:t>jana.aguraiuja@rescue.ee</w:t>
      </w:r>
      <w:r>
        <w:rPr>
          <w:lang w:eastAsia="et-EE"/>
        </w:rPr>
        <w:fldChar w:fldCharType="end"/>
      </w:r>
    </w:p>
    <w:p w14:paraId="686FA0BA" w14:textId="77777777" w:rsidR="004D4781" w:rsidRPr="00BD078E" w:rsidRDefault="004D4781" w:rsidP="004D4781">
      <w:pPr>
        <w:pStyle w:val="Snum"/>
      </w:pPr>
    </w:p>
    <w:p w14:paraId="1D75E6F9" w14:textId="77777777" w:rsidR="004D2067" w:rsidRPr="007A5FC5" w:rsidRDefault="004D2067" w:rsidP="004D4781">
      <w:pPr>
        <w:pStyle w:val="Snum"/>
      </w:pPr>
    </w:p>
    <w:sectPr w:rsidR="004D2067" w:rsidRPr="007A5FC5" w:rsidSect="00EA65D1"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74668" w14:textId="77777777" w:rsidR="00054A2B" w:rsidRDefault="00054A2B" w:rsidP="00DF44DF">
      <w:r>
        <w:separator/>
      </w:r>
    </w:p>
  </w:endnote>
  <w:endnote w:type="continuationSeparator" w:id="0">
    <w:p w14:paraId="67655830" w14:textId="77777777" w:rsidR="00054A2B" w:rsidRDefault="00054A2B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D3C94" w14:textId="77777777" w:rsidR="00A075DF" w:rsidRDefault="00A075DF">
    <w:pPr>
      <w:pStyle w:val="Footer"/>
      <w:tabs>
        <w:tab w:val="center" w:pos="4536"/>
        <w:tab w:val="right" w:pos="9072"/>
      </w:tabs>
      <w:jc w:val="both"/>
      <w:rPr>
        <w:sz w:val="24"/>
        <w:szCs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0B404" w14:textId="77777777" w:rsidR="00A075DF" w:rsidRDefault="00A075DF">
    <w:pPr>
      <w:pStyle w:val="Footer"/>
      <w:tabs>
        <w:tab w:val="center" w:pos="4536"/>
        <w:tab w:val="right" w:pos="9072"/>
      </w:tabs>
      <w:jc w:val="both"/>
      <w:rPr>
        <w:sz w:val="24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3B3BF" w14:textId="77777777" w:rsidR="00A075DF" w:rsidRPr="00A075DF" w:rsidRDefault="00A075DF" w:rsidP="00A075DF">
    <w:pPr>
      <w:pStyle w:val="Footer"/>
      <w:tabs>
        <w:tab w:val="center" w:pos="4536"/>
        <w:tab w:val="right" w:pos="9072"/>
      </w:tabs>
      <w:jc w:val="left"/>
      <w:rPr>
        <w:szCs w:val="20"/>
      </w:rPr>
    </w:pPr>
    <w:r w:rsidRPr="00A075DF">
      <w:rPr>
        <w:szCs w:val="20"/>
      </w:rPr>
      <w:t xml:space="preserve">Põhja päästekeskus / Erika 3 / 10416 Tallinn / 628 7500 / pohja@rescue.ee / www.päästeamet.ee / </w:t>
    </w:r>
  </w:p>
  <w:p w14:paraId="6E338611" w14:textId="77777777" w:rsidR="00124999" w:rsidRDefault="00A075DF" w:rsidP="00A075DF">
    <w:pPr>
      <w:pStyle w:val="Footer"/>
      <w:jc w:val="left"/>
    </w:pPr>
    <w:r w:rsidRPr="00A075DF">
      <w:rPr>
        <w:szCs w:val="20"/>
      </w:rP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57EC2" w14:textId="77777777" w:rsidR="00054A2B" w:rsidRDefault="00054A2B" w:rsidP="00DF44DF">
      <w:r>
        <w:separator/>
      </w:r>
    </w:p>
  </w:footnote>
  <w:footnote w:type="continuationSeparator" w:id="0">
    <w:p w14:paraId="0C1CC350" w14:textId="77777777" w:rsidR="00054A2B" w:rsidRDefault="00054A2B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8508E" w14:textId="77777777" w:rsidR="00BB4BB5" w:rsidRPr="00AD2EA7" w:rsidRDefault="00BB4BB5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177614">
      <w:rPr>
        <w:noProof/>
      </w:rPr>
      <w:t>2</w:t>
    </w:r>
    <w:r w:rsidRPr="00AD2EA7">
      <w:fldChar w:fldCharType="end"/>
    </w:r>
    <w:r w:rsidRPr="00AD2EA7">
      <w:t xml:space="preserve"> (</w:t>
    </w:r>
    <w:r w:rsidR="008A4419">
      <w:rPr>
        <w:noProof/>
      </w:rPr>
      <w:fldChar w:fldCharType="begin"/>
    </w:r>
    <w:r w:rsidR="008A4419">
      <w:rPr>
        <w:noProof/>
      </w:rPr>
      <w:instrText xml:space="preserve"> NUMPAGES </w:instrText>
    </w:r>
    <w:r w:rsidR="008A4419">
      <w:rPr>
        <w:noProof/>
      </w:rPr>
      <w:fldChar w:fldCharType="separate"/>
    </w:r>
    <w:r w:rsidR="005568B5">
      <w:rPr>
        <w:noProof/>
      </w:rPr>
      <w:t>1</w:t>
    </w:r>
    <w:r w:rsidR="008A4419">
      <w:rPr>
        <w:noProof/>
      </w:rPr>
      <w:fldChar w:fldCharType="end"/>
    </w:r>
    <w:r w:rsidRPr="00AD2EA7">
      <w:t>)</w:t>
    </w:r>
  </w:p>
  <w:p w14:paraId="27B736F9" w14:textId="77777777" w:rsidR="00BB4BB5" w:rsidRDefault="00BB4B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5D6B80"/>
    <w:multiLevelType w:val="multilevel"/>
    <w:tmpl w:val="97B22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0496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10397"/>
    <w:rsid w:val="000201A2"/>
    <w:rsid w:val="0003514F"/>
    <w:rsid w:val="00042780"/>
    <w:rsid w:val="00054A2B"/>
    <w:rsid w:val="00056169"/>
    <w:rsid w:val="00060947"/>
    <w:rsid w:val="00064955"/>
    <w:rsid w:val="0007192F"/>
    <w:rsid w:val="000741D3"/>
    <w:rsid w:val="0008298E"/>
    <w:rsid w:val="000847EF"/>
    <w:rsid w:val="000913FC"/>
    <w:rsid w:val="00094245"/>
    <w:rsid w:val="00095BFF"/>
    <w:rsid w:val="000A17B5"/>
    <w:rsid w:val="000A4E3E"/>
    <w:rsid w:val="000A61A5"/>
    <w:rsid w:val="000B6122"/>
    <w:rsid w:val="000B79E7"/>
    <w:rsid w:val="000E5C5F"/>
    <w:rsid w:val="001134D7"/>
    <w:rsid w:val="00124999"/>
    <w:rsid w:val="001274FA"/>
    <w:rsid w:val="001523BD"/>
    <w:rsid w:val="00177614"/>
    <w:rsid w:val="001A1069"/>
    <w:rsid w:val="001A7D04"/>
    <w:rsid w:val="001D4CFB"/>
    <w:rsid w:val="001D6D1D"/>
    <w:rsid w:val="001F08CC"/>
    <w:rsid w:val="002008A2"/>
    <w:rsid w:val="00211A08"/>
    <w:rsid w:val="00240574"/>
    <w:rsid w:val="002509C6"/>
    <w:rsid w:val="00257AFA"/>
    <w:rsid w:val="002637F5"/>
    <w:rsid w:val="002835BB"/>
    <w:rsid w:val="00293449"/>
    <w:rsid w:val="0029419E"/>
    <w:rsid w:val="00294D0F"/>
    <w:rsid w:val="00297F5E"/>
    <w:rsid w:val="002A19E0"/>
    <w:rsid w:val="002A1D15"/>
    <w:rsid w:val="002D5A88"/>
    <w:rsid w:val="002D6149"/>
    <w:rsid w:val="002F254F"/>
    <w:rsid w:val="002F4AEC"/>
    <w:rsid w:val="00304B92"/>
    <w:rsid w:val="003117FA"/>
    <w:rsid w:val="003150C4"/>
    <w:rsid w:val="00317ECF"/>
    <w:rsid w:val="00336A08"/>
    <w:rsid w:val="00341725"/>
    <w:rsid w:val="0034719C"/>
    <w:rsid w:val="0035047D"/>
    <w:rsid w:val="00350D90"/>
    <w:rsid w:val="00354059"/>
    <w:rsid w:val="00362ED8"/>
    <w:rsid w:val="00367153"/>
    <w:rsid w:val="00376597"/>
    <w:rsid w:val="003820C3"/>
    <w:rsid w:val="00387068"/>
    <w:rsid w:val="00394DCB"/>
    <w:rsid w:val="00395891"/>
    <w:rsid w:val="003B1258"/>
    <w:rsid w:val="003B2A9C"/>
    <w:rsid w:val="003C3EDB"/>
    <w:rsid w:val="003D2111"/>
    <w:rsid w:val="003E2AEF"/>
    <w:rsid w:val="003E5473"/>
    <w:rsid w:val="003F0E57"/>
    <w:rsid w:val="0040700B"/>
    <w:rsid w:val="004129BC"/>
    <w:rsid w:val="00422D29"/>
    <w:rsid w:val="00423C54"/>
    <w:rsid w:val="004339DC"/>
    <w:rsid w:val="00435A13"/>
    <w:rsid w:val="0044084D"/>
    <w:rsid w:val="00464CD2"/>
    <w:rsid w:val="0047732D"/>
    <w:rsid w:val="00482E94"/>
    <w:rsid w:val="004A0BE0"/>
    <w:rsid w:val="004C1391"/>
    <w:rsid w:val="004C3362"/>
    <w:rsid w:val="004D047E"/>
    <w:rsid w:val="004D2067"/>
    <w:rsid w:val="004D264D"/>
    <w:rsid w:val="004D4781"/>
    <w:rsid w:val="005129EE"/>
    <w:rsid w:val="005205C6"/>
    <w:rsid w:val="00530195"/>
    <w:rsid w:val="00531FEB"/>
    <w:rsid w:val="00546204"/>
    <w:rsid w:val="00551E24"/>
    <w:rsid w:val="005568B5"/>
    <w:rsid w:val="00557534"/>
    <w:rsid w:val="00560A92"/>
    <w:rsid w:val="00564569"/>
    <w:rsid w:val="0057101D"/>
    <w:rsid w:val="00574290"/>
    <w:rsid w:val="0057796A"/>
    <w:rsid w:val="005B0A77"/>
    <w:rsid w:val="005B5CE1"/>
    <w:rsid w:val="005E0303"/>
    <w:rsid w:val="005E3AED"/>
    <w:rsid w:val="005E45BB"/>
    <w:rsid w:val="005F63CE"/>
    <w:rsid w:val="00602834"/>
    <w:rsid w:val="00603104"/>
    <w:rsid w:val="00610D0C"/>
    <w:rsid w:val="00611E28"/>
    <w:rsid w:val="006121BB"/>
    <w:rsid w:val="00620B43"/>
    <w:rsid w:val="00622E28"/>
    <w:rsid w:val="00633186"/>
    <w:rsid w:val="006372C9"/>
    <w:rsid w:val="006479A6"/>
    <w:rsid w:val="00652C75"/>
    <w:rsid w:val="006567A1"/>
    <w:rsid w:val="00660BB3"/>
    <w:rsid w:val="00676284"/>
    <w:rsid w:val="00680609"/>
    <w:rsid w:val="006A01AC"/>
    <w:rsid w:val="006A04FA"/>
    <w:rsid w:val="006B118C"/>
    <w:rsid w:val="006C7A8E"/>
    <w:rsid w:val="006D1A57"/>
    <w:rsid w:val="006D382E"/>
    <w:rsid w:val="006E16BD"/>
    <w:rsid w:val="006E7268"/>
    <w:rsid w:val="006F3BB9"/>
    <w:rsid w:val="006F72D7"/>
    <w:rsid w:val="007024DA"/>
    <w:rsid w:val="007056E1"/>
    <w:rsid w:val="007078D9"/>
    <w:rsid w:val="00713327"/>
    <w:rsid w:val="00733F90"/>
    <w:rsid w:val="00734126"/>
    <w:rsid w:val="00735558"/>
    <w:rsid w:val="00735D21"/>
    <w:rsid w:val="00746162"/>
    <w:rsid w:val="0075695A"/>
    <w:rsid w:val="00777EA7"/>
    <w:rsid w:val="00783866"/>
    <w:rsid w:val="0079540C"/>
    <w:rsid w:val="007A0D70"/>
    <w:rsid w:val="007A15CA"/>
    <w:rsid w:val="007A1DE8"/>
    <w:rsid w:val="007A589F"/>
    <w:rsid w:val="007A5FC5"/>
    <w:rsid w:val="007B30FD"/>
    <w:rsid w:val="007D54FC"/>
    <w:rsid w:val="007D6F91"/>
    <w:rsid w:val="007E5DFB"/>
    <w:rsid w:val="0081174E"/>
    <w:rsid w:val="00830470"/>
    <w:rsid w:val="00835480"/>
    <w:rsid w:val="00835858"/>
    <w:rsid w:val="00854CA7"/>
    <w:rsid w:val="0086543D"/>
    <w:rsid w:val="008752A9"/>
    <w:rsid w:val="00881660"/>
    <w:rsid w:val="00885C09"/>
    <w:rsid w:val="008919F2"/>
    <w:rsid w:val="00893528"/>
    <w:rsid w:val="00895B0A"/>
    <w:rsid w:val="00897A93"/>
    <w:rsid w:val="008A4419"/>
    <w:rsid w:val="008B041F"/>
    <w:rsid w:val="008D4634"/>
    <w:rsid w:val="008F0B50"/>
    <w:rsid w:val="0091786B"/>
    <w:rsid w:val="009370A4"/>
    <w:rsid w:val="009606D0"/>
    <w:rsid w:val="009644EE"/>
    <w:rsid w:val="00973CD2"/>
    <w:rsid w:val="0097798A"/>
    <w:rsid w:val="009919BB"/>
    <w:rsid w:val="00991E6B"/>
    <w:rsid w:val="00997DE8"/>
    <w:rsid w:val="009D39F2"/>
    <w:rsid w:val="009D4A58"/>
    <w:rsid w:val="009E7F4A"/>
    <w:rsid w:val="009F5F71"/>
    <w:rsid w:val="00A04314"/>
    <w:rsid w:val="00A04717"/>
    <w:rsid w:val="00A075DF"/>
    <w:rsid w:val="00A10E66"/>
    <w:rsid w:val="00A1244E"/>
    <w:rsid w:val="00A13FDE"/>
    <w:rsid w:val="00A175F2"/>
    <w:rsid w:val="00A17AF2"/>
    <w:rsid w:val="00A2422E"/>
    <w:rsid w:val="00A30524"/>
    <w:rsid w:val="00A35AF6"/>
    <w:rsid w:val="00A41760"/>
    <w:rsid w:val="00A50927"/>
    <w:rsid w:val="00A511D8"/>
    <w:rsid w:val="00A5241A"/>
    <w:rsid w:val="00A82E9B"/>
    <w:rsid w:val="00A83F5F"/>
    <w:rsid w:val="00A8672A"/>
    <w:rsid w:val="00AB1C97"/>
    <w:rsid w:val="00AC4752"/>
    <w:rsid w:val="00AC6704"/>
    <w:rsid w:val="00AD2EA7"/>
    <w:rsid w:val="00AE02A8"/>
    <w:rsid w:val="00AE2BB3"/>
    <w:rsid w:val="00AF518A"/>
    <w:rsid w:val="00B0496B"/>
    <w:rsid w:val="00B068B0"/>
    <w:rsid w:val="00B06B39"/>
    <w:rsid w:val="00B202E5"/>
    <w:rsid w:val="00B22AAD"/>
    <w:rsid w:val="00B32D9C"/>
    <w:rsid w:val="00B3545A"/>
    <w:rsid w:val="00B35E18"/>
    <w:rsid w:val="00B72F5F"/>
    <w:rsid w:val="00B72F92"/>
    <w:rsid w:val="00B752FA"/>
    <w:rsid w:val="00B81CF7"/>
    <w:rsid w:val="00BA7AAE"/>
    <w:rsid w:val="00BB4BB5"/>
    <w:rsid w:val="00BC04F5"/>
    <w:rsid w:val="00BC1A62"/>
    <w:rsid w:val="00BC7BE6"/>
    <w:rsid w:val="00BD078E"/>
    <w:rsid w:val="00BD3CCF"/>
    <w:rsid w:val="00BE0CC9"/>
    <w:rsid w:val="00BF0F5E"/>
    <w:rsid w:val="00BF4D7C"/>
    <w:rsid w:val="00C11777"/>
    <w:rsid w:val="00C24F66"/>
    <w:rsid w:val="00C27B07"/>
    <w:rsid w:val="00C41FC5"/>
    <w:rsid w:val="00C6686C"/>
    <w:rsid w:val="00C66C29"/>
    <w:rsid w:val="00C72710"/>
    <w:rsid w:val="00C75336"/>
    <w:rsid w:val="00C83346"/>
    <w:rsid w:val="00C84B60"/>
    <w:rsid w:val="00C941DD"/>
    <w:rsid w:val="00CA583B"/>
    <w:rsid w:val="00CA5F0B"/>
    <w:rsid w:val="00CB3D44"/>
    <w:rsid w:val="00CC4EF2"/>
    <w:rsid w:val="00CC67A6"/>
    <w:rsid w:val="00CC7DC2"/>
    <w:rsid w:val="00CD29CF"/>
    <w:rsid w:val="00CE5416"/>
    <w:rsid w:val="00CF2B77"/>
    <w:rsid w:val="00CF4303"/>
    <w:rsid w:val="00D346B5"/>
    <w:rsid w:val="00D40650"/>
    <w:rsid w:val="00D41A58"/>
    <w:rsid w:val="00D423CA"/>
    <w:rsid w:val="00D57C7C"/>
    <w:rsid w:val="00D619C0"/>
    <w:rsid w:val="00D62CC6"/>
    <w:rsid w:val="00D67F9F"/>
    <w:rsid w:val="00D71FE0"/>
    <w:rsid w:val="00D800AA"/>
    <w:rsid w:val="00D80E7D"/>
    <w:rsid w:val="00D83DB1"/>
    <w:rsid w:val="00DA4910"/>
    <w:rsid w:val="00DF44DF"/>
    <w:rsid w:val="00E023F6"/>
    <w:rsid w:val="00E03DBB"/>
    <w:rsid w:val="00E35C44"/>
    <w:rsid w:val="00E35D29"/>
    <w:rsid w:val="00E42978"/>
    <w:rsid w:val="00E468D1"/>
    <w:rsid w:val="00E505A5"/>
    <w:rsid w:val="00E56BA0"/>
    <w:rsid w:val="00E66EF8"/>
    <w:rsid w:val="00EA65D1"/>
    <w:rsid w:val="00EA79C9"/>
    <w:rsid w:val="00EC338E"/>
    <w:rsid w:val="00EE6F96"/>
    <w:rsid w:val="00F06D6B"/>
    <w:rsid w:val="00F15BA8"/>
    <w:rsid w:val="00F24D11"/>
    <w:rsid w:val="00F30437"/>
    <w:rsid w:val="00F34B0A"/>
    <w:rsid w:val="00F50448"/>
    <w:rsid w:val="00F818B7"/>
    <w:rsid w:val="00F915C4"/>
    <w:rsid w:val="00F91D40"/>
    <w:rsid w:val="00F9645B"/>
    <w:rsid w:val="00F9773D"/>
    <w:rsid w:val="00FA06CB"/>
    <w:rsid w:val="00FA7108"/>
    <w:rsid w:val="00FD084A"/>
    <w:rsid w:val="00FD4C35"/>
    <w:rsid w:val="00FD7BA7"/>
    <w:rsid w:val="00FE2989"/>
    <w:rsid w:val="00FE7ABA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38F2D4"/>
  <w14:defaultImageDpi w14:val="0"/>
  <w15:docId w15:val="{C996706B-F227-4420-A6E1-F29B995A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qFormat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customStyle="1" w:styleId="Heading6Char">
    <w:name w:val="Heading 6 Char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styleId="Hyperlink">
    <w:name w:val="Hyperlink"/>
    <w:uiPriority w:val="99"/>
    <w:rsid w:val="00D40650"/>
    <w:rPr>
      <w:rFonts w:cs="Times New Roman"/>
      <w:color w:val="000080"/>
      <w:u w:val="single"/>
    </w:rPr>
  </w:style>
  <w:style w:type="character" w:customStyle="1" w:styleId="Heading5Char">
    <w:name w:val="Heading 5 Char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4Char">
    <w:name w:val="Heading 4 Char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autoRedefine/>
    <w:uiPriority w:val="99"/>
    <w:qFormat/>
    <w:rsid w:val="00BB4BB5"/>
    <w:pPr>
      <w:spacing w:line="240" w:lineRule="auto"/>
      <w:jc w:val="center"/>
    </w:pPr>
    <w:rPr>
      <w:rFonts w:cs="Mangal"/>
      <w:sz w:val="20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FooterChar">
    <w:name w:val="Footer Char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AK">
    <w:name w:val="AK"/>
    <w:autoRedefine/>
    <w:qFormat/>
    <w:rsid w:val="00991E6B"/>
    <w:pPr>
      <w:keepNext/>
      <w:keepLines/>
      <w:suppressLineNumbers/>
      <w:tabs>
        <w:tab w:val="left" w:pos="1206"/>
      </w:tabs>
    </w:pPr>
    <w:rPr>
      <w:rFonts w:eastAsia="SimSun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752A9"/>
    <w:pPr>
      <w:jc w:val="both"/>
    </w:pPr>
    <w:rPr>
      <w:rFonts w:eastAsia="SimSun"/>
      <w:kern w:val="24"/>
      <w:sz w:val="24"/>
      <w:szCs w:val="24"/>
      <w:lang w:bidi="hi-IN"/>
    </w:rPr>
  </w:style>
  <w:style w:type="paragraph" w:styleId="Title">
    <w:name w:val="Title"/>
    <w:basedOn w:val="Normal"/>
    <w:link w:val="TitleChar"/>
    <w:autoRedefine/>
    <w:uiPriority w:val="10"/>
    <w:qFormat/>
    <w:rsid w:val="00177614"/>
    <w:pPr>
      <w:widowControl/>
      <w:suppressAutoHyphens w:val="0"/>
      <w:spacing w:line="240" w:lineRule="auto"/>
      <w:ind w:right="4818"/>
      <w:jc w:val="left"/>
    </w:pPr>
    <w:rPr>
      <w:b/>
    </w:rPr>
  </w:style>
  <w:style w:type="paragraph" w:customStyle="1" w:styleId="Snum">
    <w:name w:val="Sõnum"/>
    <w:autoRedefine/>
    <w:qFormat/>
    <w:rsid w:val="00A175F2"/>
    <w:pPr>
      <w:tabs>
        <w:tab w:val="left" w:pos="5670"/>
      </w:tabs>
      <w:jc w:val="both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Mangal"/>
      <w:b/>
      <w:bCs/>
      <w:kern w:val="28"/>
      <w:sz w:val="29"/>
      <w:szCs w:val="29"/>
      <w:lang w:val="x-non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styleId="CommentReference">
    <w:name w:val="annotation reference"/>
    <w:uiPriority w:val="99"/>
    <w:rsid w:val="00C1177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11777"/>
    <w:pPr>
      <w:spacing w:line="240" w:lineRule="auto"/>
    </w:pPr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11777"/>
    <w:rPr>
      <w:b/>
      <w:bCs/>
    </w:rPr>
  </w:style>
  <w:style w:type="character" w:customStyle="1" w:styleId="BalloonTextChar">
    <w:name w:val="Balloon Text Char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customStyle="1" w:styleId="CommentTextChar">
    <w:name w:val="Comment Text Char"/>
    <w:link w:val="CommentText"/>
    <w:uiPriority w:val="99"/>
    <w:locked/>
    <w:rsid w:val="00C11777"/>
    <w:rPr>
      <w:rFonts w:eastAsia="SimSun" w:cs="Mangal"/>
      <w:kern w:val="1"/>
      <w:sz w:val="18"/>
      <w:szCs w:val="18"/>
      <w:lang w:val="x-none" w:eastAsia="zh-CN" w:bidi="hi-IN"/>
    </w:rPr>
  </w:style>
  <w:style w:type="character" w:customStyle="1" w:styleId="BodyTextChar">
    <w:name w:val="Body Text Char"/>
    <w:link w:val="BodyText"/>
    <w:uiPriority w:val="99"/>
    <w:locked/>
    <w:rsid w:val="00A82E9B"/>
    <w:rPr>
      <w:rFonts w:eastAsia="Times New Roman" w:cs="Times New Roman"/>
      <w:spacing w:val="-5"/>
      <w:sz w:val="24"/>
      <w:szCs w:val="24"/>
      <w:lang w:val="x-none" w:eastAsia="en-US"/>
    </w:rPr>
  </w:style>
  <w:style w:type="paragraph" w:styleId="BodyText">
    <w:name w:val="Body Text"/>
    <w:basedOn w:val="Normal"/>
    <w:link w:val="BodyTextChar"/>
    <w:uiPriority w:val="99"/>
    <w:rsid w:val="00A82E9B"/>
    <w:pPr>
      <w:widowControl/>
      <w:suppressAutoHyphens w:val="0"/>
      <w:spacing w:after="220" w:line="220" w:lineRule="atLeast"/>
    </w:pPr>
    <w:rPr>
      <w:rFonts w:eastAsia="Times New Roman"/>
      <w:spacing w:val="-5"/>
      <w:kern w:val="0"/>
      <w:lang w:eastAsia="en-US" w:bidi="ar-SA"/>
    </w:rPr>
  </w:style>
  <w:style w:type="character" w:customStyle="1" w:styleId="lrzxr">
    <w:name w:val="lrzxr"/>
    <w:rsid w:val="00B752FA"/>
  </w:style>
  <w:style w:type="character" w:customStyle="1" w:styleId="CommentSubjectChar">
    <w:name w:val="Comment Subject Char"/>
    <w:link w:val="CommentSubject"/>
    <w:uiPriority w:val="99"/>
    <w:locked/>
    <w:rsid w:val="00C11777"/>
    <w:rPr>
      <w:rFonts w:eastAsia="SimSun" w:cs="Mangal"/>
      <w:b/>
      <w:bCs/>
      <w:kern w:val="1"/>
      <w:sz w:val="18"/>
      <w:szCs w:val="18"/>
      <w:lang w:val="x-non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0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A31F133-4D09-4491-BB2D-92344E37C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32</TotalTime>
  <Pages>1</Pages>
  <Words>123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dc:description/>
  <cp:lastModifiedBy>Jana Aguraiuja</cp:lastModifiedBy>
  <cp:revision>9</cp:revision>
  <cp:lastPrinted>2020-06-03T06:43:00Z</cp:lastPrinted>
  <dcterms:created xsi:type="dcterms:W3CDTF">2025-08-11T08:19:00Z</dcterms:created>
  <dcterms:modified xsi:type="dcterms:W3CDTF">2025-08-11T08:50:00Z</dcterms:modified>
</cp:coreProperties>
</file>